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FCC" w:rsidRPr="00245FCC" w:rsidRDefault="00245FCC" w:rsidP="00245FC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245FCC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5FCC" w:rsidRDefault="00245FCC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DB4F9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32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8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B4F9D" w:rsidRPr="00DB4F9D" w:rsidRDefault="00DB4F9D" w:rsidP="00DB4F9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B4F9D">
        <w:rPr>
          <w:rFonts w:ascii="Tahoma" w:hAnsi="Tahoma" w:cs="Tahoma"/>
          <w:b/>
          <w:u w:val="single"/>
        </w:rPr>
        <w:t>Obecně závazná vyhláška města Strakonice č. 1/2021</w:t>
      </w:r>
    </w:p>
    <w:p w:rsidR="00BF7E67" w:rsidRPr="00DB4F9D" w:rsidRDefault="00DB4F9D" w:rsidP="00DB4F9D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  <w:r w:rsidRPr="00DB4F9D">
        <w:rPr>
          <w:rFonts w:ascii="Tahoma" w:hAnsi="Tahoma" w:cs="Tahoma"/>
          <w:b/>
          <w:u w:val="single"/>
        </w:rPr>
        <w:t>o provedení speciální ochranné deratizace</w:t>
      </w:r>
    </w:p>
    <w:p w:rsidR="00053C5A" w:rsidRPr="00053C5A" w:rsidRDefault="00F55858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OŽP za </w:t>
      </w:r>
      <w:r w:rsidR="00DB4F9D">
        <w:rPr>
          <w:rFonts w:ascii="Tahoma" w:hAnsi="Tahoma" w:cs="Tahoma"/>
          <w:b/>
          <w:u w:val="single"/>
        </w:rPr>
        <w:t>leden</w:t>
      </w:r>
      <w:r>
        <w:rPr>
          <w:rFonts w:ascii="Tahoma" w:hAnsi="Tahoma" w:cs="Tahoma"/>
          <w:b/>
          <w:u w:val="single"/>
        </w:rPr>
        <w:t xml:space="preserve"> 202</w:t>
      </w:r>
      <w:r w:rsidR="00DB4F9D">
        <w:rPr>
          <w:rFonts w:ascii="Tahoma" w:hAnsi="Tahoma" w:cs="Tahoma"/>
          <w:b/>
          <w:u w:val="single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86B17">
        <w:rPr>
          <w:rFonts w:ascii="Tahoma" w:hAnsi="Tahoma" w:cs="Tahoma"/>
          <w:sz w:val="20"/>
          <w:szCs w:val="20"/>
        </w:rPr>
        <w:t>1</w:t>
      </w:r>
      <w:r w:rsidR="00DB4F9D">
        <w:rPr>
          <w:rFonts w:ascii="Tahoma" w:hAnsi="Tahoma" w:cs="Tahoma"/>
          <w:sz w:val="20"/>
          <w:szCs w:val="20"/>
        </w:rPr>
        <w:t>0</w:t>
      </w:r>
      <w:r w:rsidR="006C0862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DB4F9D">
        <w:rPr>
          <w:rFonts w:ascii="Tahoma" w:hAnsi="Tahoma" w:cs="Tahoma"/>
          <w:sz w:val="20"/>
          <w:szCs w:val="20"/>
        </w:rPr>
        <w:t>února</w:t>
      </w:r>
      <w:r w:rsidR="00F86B17">
        <w:rPr>
          <w:rFonts w:ascii="Tahoma" w:hAnsi="Tahoma" w:cs="Tahoma"/>
          <w:sz w:val="20"/>
          <w:szCs w:val="20"/>
        </w:rPr>
        <w:t xml:space="preserve">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42EA9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</w:p>
    <w:p w:rsidR="00BD2255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bod č. 1</w:t>
      </w:r>
    </w:p>
    <w:p w:rsidR="00AC01CC" w:rsidRPr="00AC01CC" w:rsidRDefault="00BD2255" w:rsidP="00AC01CC">
      <w:pPr>
        <w:ind w:left="708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</w:t>
      </w:r>
      <w:r w:rsidR="00DB4F9D">
        <w:rPr>
          <w:rFonts w:ascii="Tahoma" w:hAnsi="Tahoma" w:cs="Tahoma"/>
          <w:sz w:val="20"/>
          <w:szCs w:val="20"/>
        </w:rPr>
        <w:t>Petr Šťastný</w:t>
      </w:r>
      <w:r>
        <w:rPr>
          <w:rFonts w:ascii="Tahoma" w:hAnsi="Tahoma" w:cs="Tahoma"/>
          <w:sz w:val="20"/>
          <w:szCs w:val="20"/>
        </w:rPr>
        <w:t xml:space="preserve">, </w:t>
      </w:r>
      <w:r w:rsidR="00AC01CC" w:rsidRPr="00AC01CC">
        <w:rPr>
          <w:rFonts w:ascii="Tahoma" w:hAnsi="Tahoma" w:cs="Tahoma"/>
          <w:sz w:val="20"/>
          <w:szCs w:val="20"/>
        </w:rPr>
        <w:t>pracovník odboru životního prostředí</w:t>
      </w:r>
    </w:p>
    <w:p w:rsidR="00BD2255" w:rsidRDefault="00BD2255" w:rsidP="00AC01CC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BD2255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bod č. 2</w:t>
      </w:r>
    </w:p>
    <w:p w:rsidR="00BD2255" w:rsidRPr="005E0400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Peter Kurek, pracovník krizového řízení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C01CC" w:rsidRDefault="00AC01C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C01CC" w:rsidRPr="005E0400" w:rsidRDefault="00AC01C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DB4F9D" w:rsidRDefault="00DB4F9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B4F9D" w:rsidRDefault="00DB4F9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B4F9D" w:rsidRDefault="00DB4F9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B4F9D" w:rsidRDefault="00DB4F9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37AD8" w:rsidRPr="00DB4F9D" w:rsidRDefault="00DB4F9D" w:rsidP="00DB4F9D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DB4F9D">
        <w:rPr>
          <w:rFonts w:ascii="Tahoma" w:hAnsi="Tahoma" w:cs="Tahoma"/>
          <w:sz w:val="24"/>
        </w:rPr>
        <w:lastRenderedPageBreak/>
        <w:t>Obecně závazná vyhláška města Strakonice č. 1/2021</w:t>
      </w:r>
      <w:r>
        <w:rPr>
          <w:rFonts w:ascii="Tahoma" w:hAnsi="Tahoma" w:cs="Tahoma"/>
          <w:sz w:val="24"/>
        </w:rPr>
        <w:t xml:space="preserve"> </w:t>
      </w:r>
      <w:r w:rsidRPr="00DB4F9D">
        <w:rPr>
          <w:rFonts w:ascii="Tahoma" w:hAnsi="Tahoma" w:cs="Tahoma"/>
          <w:sz w:val="24"/>
        </w:rPr>
        <w:t>o provedení speciální ochranné deratizace</w:t>
      </w:r>
    </w:p>
    <w:p w:rsidR="00DB4F9D" w:rsidRDefault="00DB4F9D" w:rsidP="00DB4F9D"/>
    <w:p w:rsidR="00554408" w:rsidRPr="005E0400" w:rsidRDefault="00554408" w:rsidP="0055440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8A1356">
        <w:rPr>
          <w:rFonts w:ascii="Tahoma" w:hAnsi="Tahoma" w:cs="Tahoma"/>
          <w:sz w:val="20"/>
          <w:szCs w:val="20"/>
        </w:rPr>
        <w:t>Souhlasí</w:t>
      </w:r>
    </w:p>
    <w:p w:rsidR="00554408" w:rsidRDefault="00DB4F9D" w:rsidP="00050DA4">
      <w:pPr>
        <w:jc w:val="both"/>
        <w:rPr>
          <w:rFonts w:ascii="Tahoma" w:hAnsi="Tahoma" w:cs="Tahoma"/>
          <w:sz w:val="20"/>
          <w:szCs w:val="20"/>
        </w:rPr>
      </w:pPr>
      <w:r w:rsidRPr="00DB4F9D">
        <w:rPr>
          <w:rFonts w:ascii="Tahoma" w:hAnsi="Tahoma" w:cs="Tahoma"/>
          <w:sz w:val="20"/>
          <w:szCs w:val="20"/>
        </w:rPr>
        <w:t>se zněním obecně závazné vyhlášky města Strakonice č. 1/2021, o provedení speciální ochranné deratizace, která se vydává na základě zvýšeného výskytu hlodavců na území města Strakonice.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 w:rsidR="00DB4F9D">
        <w:rPr>
          <w:rFonts w:ascii="Tahoma" w:hAnsi="Tahoma" w:cs="Tahoma"/>
          <w:sz w:val="20"/>
          <w:szCs w:val="20"/>
        </w:rPr>
        <w:t>Ukládá</w:t>
      </w:r>
    </w:p>
    <w:p w:rsidR="008A1356" w:rsidRDefault="00DB4F9D" w:rsidP="0060063D">
      <w:r w:rsidRPr="00DB4F9D">
        <w:rPr>
          <w:rFonts w:ascii="Tahoma" w:hAnsi="Tahoma" w:cs="Tahoma"/>
          <w:sz w:val="20"/>
          <w:szCs w:val="20"/>
        </w:rPr>
        <w:t xml:space="preserve">odboru životního prostředí předložit vyhlášku k projednání  Zastupitelstvu  </w:t>
      </w:r>
      <w:r w:rsidR="005078BB">
        <w:rPr>
          <w:rFonts w:ascii="Tahoma" w:hAnsi="Tahoma" w:cs="Tahoma"/>
          <w:sz w:val="20"/>
          <w:szCs w:val="20"/>
        </w:rPr>
        <w:t>m</w:t>
      </w:r>
      <w:r w:rsidRPr="00DB4F9D">
        <w:rPr>
          <w:rFonts w:ascii="Tahoma" w:hAnsi="Tahoma" w:cs="Tahoma"/>
          <w:sz w:val="20"/>
          <w:szCs w:val="20"/>
        </w:rPr>
        <w:t>ěsta Strakonice</w:t>
      </w:r>
      <w:r w:rsidR="008A1356">
        <w:rPr>
          <w:rFonts w:ascii="Tahoma" w:hAnsi="Tahoma" w:cs="Tahoma"/>
          <w:sz w:val="20"/>
          <w:szCs w:val="20"/>
        </w:rPr>
        <w:t>.</w:t>
      </w:r>
    </w:p>
    <w:p w:rsidR="00AC01CC" w:rsidRPr="00AC01CC" w:rsidRDefault="00AC01CC" w:rsidP="00AC01CC"/>
    <w:p w:rsidR="00053C5A" w:rsidRPr="00B21534" w:rsidRDefault="00F55858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6C0862">
        <w:rPr>
          <w:rFonts w:ascii="Tahoma" w:hAnsi="Tahoma" w:cs="Tahoma"/>
          <w:sz w:val="24"/>
        </w:rPr>
        <w:t xml:space="preserve">Objednávky OŽP za </w:t>
      </w:r>
      <w:r w:rsidR="00AC01CC">
        <w:rPr>
          <w:rFonts w:ascii="Tahoma" w:hAnsi="Tahoma" w:cs="Tahoma"/>
          <w:sz w:val="24"/>
        </w:rPr>
        <w:t>leden</w:t>
      </w:r>
      <w:r w:rsidRPr="006C0862">
        <w:rPr>
          <w:rFonts w:ascii="Tahoma" w:hAnsi="Tahoma" w:cs="Tahoma"/>
          <w:sz w:val="24"/>
        </w:rPr>
        <w:t xml:space="preserve"> 202</w:t>
      </w:r>
      <w:r w:rsidR="00AC01CC">
        <w:rPr>
          <w:rFonts w:ascii="Tahoma" w:hAnsi="Tahoma" w:cs="Tahoma"/>
          <w:sz w:val="24"/>
        </w:rPr>
        <w:t>1</w:t>
      </w: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55858" w:rsidRPr="005E0400" w:rsidRDefault="00F55858" w:rsidP="00F5585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55858" w:rsidRPr="005E0400" w:rsidRDefault="00F55858" w:rsidP="00F5585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F55858" w:rsidRPr="005E0400" w:rsidRDefault="00F55858" w:rsidP="00F55858">
      <w:pPr>
        <w:rPr>
          <w:rFonts w:ascii="Tahoma" w:hAnsi="Tahoma" w:cs="Tahoma"/>
          <w:sz w:val="20"/>
          <w:szCs w:val="20"/>
        </w:rPr>
      </w:pPr>
    </w:p>
    <w:p w:rsidR="00F55858" w:rsidRPr="005E0400" w:rsidRDefault="00F55858" w:rsidP="00F5585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F55858" w:rsidRDefault="00F55858" w:rsidP="00F55858">
      <w:pPr>
        <w:jc w:val="both"/>
        <w:rPr>
          <w:rFonts w:ascii="Tahoma" w:hAnsi="Tahoma" w:cs="Tahoma"/>
          <w:sz w:val="20"/>
          <w:szCs w:val="20"/>
        </w:rPr>
      </w:pPr>
      <w:r w:rsidRPr="006C0862">
        <w:rPr>
          <w:rFonts w:ascii="Tahoma" w:hAnsi="Tahoma" w:cs="Tahoma"/>
          <w:sz w:val="20"/>
          <w:szCs w:val="20"/>
        </w:rPr>
        <w:t xml:space="preserve">Seznam objednávek odboru životního prostředí za </w:t>
      </w:r>
      <w:r w:rsidR="00AC01CC">
        <w:rPr>
          <w:rFonts w:ascii="Tahoma" w:hAnsi="Tahoma" w:cs="Tahoma"/>
          <w:sz w:val="20"/>
          <w:szCs w:val="20"/>
        </w:rPr>
        <w:t>leden 2021</w:t>
      </w:r>
      <w:r w:rsidRPr="006C0862">
        <w:rPr>
          <w:rFonts w:ascii="Tahoma" w:hAnsi="Tahoma" w:cs="Tahoma"/>
          <w:sz w:val="20"/>
          <w:szCs w:val="20"/>
        </w:rPr>
        <w:t>.</w:t>
      </w:r>
    </w:p>
    <w:p w:rsidR="00F55858" w:rsidRDefault="00F55858" w:rsidP="00F55858">
      <w:pPr>
        <w:jc w:val="both"/>
        <w:rPr>
          <w:rFonts w:ascii="Tahoma" w:hAnsi="Tahoma" w:cs="Tahoma"/>
          <w:sz w:val="20"/>
          <w:szCs w:val="20"/>
        </w:rPr>
      </w:pPr>
    </w:p>
    <w:sectPr w:rsidR="00F5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50DA4"/>
    <w:rsid w:val="00053C5A"/>
    <w:rsid w:val="00077160"/>
    <w:rsid w:val="00077D3A"/>
    <w:rsid w:val="000D04E9"/>
    <w:rsid w:val="001A1D7A"/>
    <w:rsid w:val="001C15F9"/>
    <w:rsid w:val="001C6B43"/>
    <w:rsid w:val="00245FCC"/>
    <w:rsid w:val="0035309E"/>
    <w:rsid w:val="003C78C2"/>
    <w:rsid w:val="003D7520"/>
    <w:rsid w:val="004248C1"/>
    <w:rsid w:val="005078BB"/>
    <w:rsid w:val="0055252F"/>
    <w:rsid w:val="00554408"/>
    <w:rsid w:val="00586AF8"/>
    <w:rsid w:val="005A352B"/>
    <w:rsid w:val="005B73DA"/>
    <w:rsid w:val="005D3FA8"/>
    <w:rsid w:val="005E0400"/>
    <w:rsid w:val="005E4028"/>
    <w:rsid w:val="005F10FE"/>
    <w:rsid w:val="0060063D"/>
    <w:rsid w:val="00641E7A"/>
    <w:rsid w:val="00694F34"/>
    <w:rsid w:val="006C0862"/>
    <w:rsid w:val="006F573C"/>
    <w:rsid w:val="00723260"/>
    <w:rsid w:val="0074024C"/>
    <w:rsid w:val="007A2904"/>
    <w:rsid w:val="008867CB"/>
    <w:rsid w:val="008A1356"/>
    <w:rsid w:val="008E6A45"/>
    <w:rsid w:val="0093061E"/>
    <w:rsid w:val="009D03FD"/>
    <w:rsid w:val="009E26DB"/>
    <w:rsid w:val="00A432F0"/>
    <w:rsid w:val="00A60444"/>
    <w:rsid w:val="00A708C5"/>
    <w:rsid w:val="00AC01CC"/>
    <w:rsid w:val="00AC5ED4"/>
    <w:rsid w:val="00B21534"/>
    <w:rsid w:val="00B37AD8"/>
    <w:rsid w:val="00B937F9"/>
    <w:rsid w:val="00BD0F0F"/>
    <w:rsid w:val="00BD2255"/>
    <w:rsid w:val="00BF7E67"/>
    <w:rsid w:val="00D42EA9"/>
    <w:rsid w:val="00DB4F9D"/>
    <w:rsid w:val="00DF76B0"/>
    <w:rsid w:val="00E14249"/>
    <w:rsid w:val="00E30530"/>
    <w:rsid w:val="00E64084"/>
    <w:rsid w:val="00F55858"/>
    <w:rsid w:val="00F8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A5D30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4F9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F55858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8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8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17</TotalTime>
  <Pages>2</Pages>
  <Words>169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9</cp:revision>
  <cp:lastPrinted>2021-02-03T08:07:00Z</cp:lastPrinted>
  <dcterms:created xsi:type="dcterms:W3CDTF">2021-02-03T07:40:00Z</dcterms:created>
  <dcterms:modified xsi:type="dcterms:W3CDTF">2021-02-04T08:02:00Z</dcterms:modified>
</cp:coreProperties>
</file>